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A79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7954">
        <w:rPr>
          <w:rFonts w:ascii="Corbel" w:hAnsi="Corbel"/>
          <w:b/>
          <w:smallCaps/>
          <w:sz w:val="24"/>
          <w:szCs w:val="24"/>
        </w:rPr>
        <w:t>dotyczy cyklu kształcenia</w:t>
      </w:r>
      <w:r w:rsidR="004B5CB2">
        <w:rPr>
          <w:rFonts w:ascii="Corbel" w:hAnsi="Corbel"/>
          <w:b/>
          <w:smallCaps/>
          <w:sz w:val="24"/>
          <w:szCs w:val="24"/>
        </w:rPr>
        <w:t xml:space="preserve"> 202</w:t>
      </w:r>
      <w:r w:rsidR="00A05898">
        <w:rPr>
          <w:rFonts w:ascii="Corbel" w:hAnsi="Corbel"/>
          <w:b/>
          <w:smallCaps/>
          <w:sz w:val="24"/>
          <w:szCs w:val="24"/>
        </w:rPr>
        <w:t>2</w:t>
      </w:r>
      <w:r w:rsidR="004B5CB2">
        <w:rPr>
          <w:rFonts w:ascii="Corbel" w:hAnsi="Corbel"/>
          <w:b/>
          <w:smallCaps/>
          <w:sz w:val="24"/>
          <w:szCs w:val="24"/>
        </w:rPr>
        <w:t xml:space="preserve"> - 202</w:t>
      </w:r>
      <w:r w:rsidR="00A05898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4B5CB2">
        <w:rPr>
          <w:rFonts w:ascii="Corbel" w:hAnsi="Corbel"/>
          <w:sz w:val="20"/>
          <w:szCs w:val="20"/>
        </w:rPr>
        <w:t>202</w:t>
      </w:r>
      <w:r w:rsidR="009716A0">
        <w:rPr>
          <w:rFonts w:ascii="Corbel" w:hAnsi="Corbel"/>
          <w:sz w:val="20"/>
          <w:szCs w:val="20"/>
        </w:rPr>
        <w:t>4</w:t>
      </w:r>
      <w:r w:rsidR="004B5CB2">
        <w:rPr>
          <w:rFonts w:ascii="Corbel" w:hAnsi="Corbel"/>
          <w:sz w:val="20"/>
          <w:szCs w:val="20"/>
        </w:rPr>
        <w:t>/202</w:t>
      </w:r>
      <w:r w:rsidR="009716A0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Projektowanie stron www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8B525C" w:rsidP="00EA1B0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EA1B04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EA1B0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331CD9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EA1B04" w:rsidRPr="00EA1B04">
              <w:rPr>
                <w:rFonts w:ascii="Corbel" w:hAnsi="Corbel"/>
                <w:b w:val="0"/>
                <w:color w:val="auto"/>
                <w:sz w:val="22"/>
              </w:rPr>
              <w:t>edagogika</w:t>
            </w:r>
            <w:r w:rsidRPr="00331CD9">
              <w:rPr>
                <w:rFonts w:ascii="Corbel" w:hAnsi="Corbel"/>
                <w:b w:val="0"/>
                <w:color w:val="auto"/>
                <w:sz w:val="22"/>
              </w:rPr>
              <w:t>, specjalność pedagogika medialna</w:t>
            </w:r>
            <w:r w:rsidR="00C77DBA">
              <w:rPr>
                <w:rFonts w:ascii="Corbel" w:hAnsi="Corbel"/>
                <w:b w:val="0"/>
                <w:color w:val="auto"/>
                <w:sz w:val="22"/>
              </w:rPr>
              <w:t xml:space="preserve"> z animacją kultury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1B04" w:rsidRPr="00EA1B04" w:rsidRDefault="008B525C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stacjonarna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III rok, 6 semestr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1B04" w:rsidRPr="00EA1B04" w:rsidRDefault="002237A2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91E81" w:rsidRPr="009C54AE" w:rsidTr="00EA1B04">
        <w:tc>
          <w:tcPr>
            <w:tcW w:w="2694" w:type="dxa"/>
            <w:vAlign w:val="center"/>
          </w:tcPr>
          <w:p w:rsidR="00691E81" w:rsidRPr="009C54AE" w:rsidRDefault="00691E81" w:rsidP="00691E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91E81" w:rsidRPr="00EA1B04" w:rsidRDefault="00691E81" w:rsidP="00691E8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Piotr Karaś</w:t>
            </w:r>
          </w:p>
        </w:tc>
      </w:tr>
      <w:tr w:rsidR="00691E81" w:rsidRPr="009C54AE" w:rsidTr="002435C7">
        <w:tc>
          <w:tcPr>
            <w:tcW w:w="2694" w:type="dxa"/>
            <w:vAlign w:val="center"/>
          </w:tcPr>
          <w:p w:rsidR="00691E81" w:rsidRPr="009C54AE" w:rsidRDefault="00691E81" w:rsidP="00691E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91E81" w:rsidRPr="00EA1B04" w:rsidRDefault="00691E81" w:rsidP="00691E8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A1B0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A1B0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58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261815">
        <w:rPr>
          <w:rFonts w:ascii="Corbel" w:hAnsi="Corbel"/>
          <w:sz w:val="22"/>
        </w:rPr>
      </w:r>
      <w:r w:rsidR="00261815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261815">
        <w:rPr>
          <w:rFonts w:ascii="Corbel" w:hAnsi="Corbel"/>
          <w:sz w:val="22"/>
        </w:rPr>
      </w:r>
      <w:r w:rsidR="00261815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bookmarkStart w:id="0" w:name="_GoBack"/>
      <w:bookmarkEnd w:id="0"/>
    </w:p>
    <w:p w:rsidR="009C54AE" w:rsidRDefault="007039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A1B04" w:rsidRPr="00EA1B04" w:rsidRDefault="00EA1B04" w:rsidP="00EA1B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mieć wiedzę ogólną w zakresie informatyki.</w:t>
            </w:r>
          </w:p>
          <w:p w:rsidR="0085747A" w:rsidRPr="009C54AE" w:rsidRDefault="00EA1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umieć pracować zarówno indywidualnie jak i w zespole oraz zwięźle </w:t>
            </w: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prezentować wyniki pracy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647"/>
      </w:tblGrid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z podstawową wiedzą na temat struktury Internetu,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HTML4 oraz HTML5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647" w:type="dxa"/>
            <w:vAlign w:val="center"/>
          </w:tcPr>
          <w:p w:rsidR="00EA1B04" w:rsidRPr="00EA1B04" w:rsidRDefault="00815EEC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>
              <w:rPr>
                <w:rStyle w:val="wrtext"/>
                <w:rFonts w:ascii="Corbel" w:hAnsi="Corbel"/>
                <w:b w:val="0"/>
              </w:rPr>
              <w:t>Zapoznanie</w:t>
            </w:r>
            <w:r w:rsidR="00EA1B04" w:rsidRPr="00EA1B04">
              <w:rPr>
                <w:rStyle w:val="wrtext"/>
                <w:rFonts w:ascii="Corbel" w:hAnsi="Corbel"/>
                <w:b w:val="0"/>
              </w:rPr>
              <w:t xml:space="preserve"> z zasadami tworzenia i projektowania statycznych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C5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projektowania funkcjonalnych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C6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Wykorzystanie wiedzy z projektowania stron internetowych na potrzeby edukacyjne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C7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 xml:space="preserve">Wykorzystanie znajomości składni HTML oraz CSS do modyfikacji gotowych stron internetowych 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C8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pracy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  <w:r w:rsidR="00AA7954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A1B0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C6E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C6EC8" w:rsidP="00FC6E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Wymieni i wyjaśni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podstawowe pojęcia z zakresu projektowania stron WWW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oraz dotyczącego go zagadnienia z zakresu norm etycznych i przepisów prawa autorskiego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EA1B04" w:rsidRPr="00EA1B04" w:rsidRDefault="00815EEC" w:rsidP="00B77D21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Sformułuje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procedurę do analizy 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kod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>u źródłowego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prostych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stron internetowych i dokona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w nim modyfikacji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EA1B04" w:rsidRPr="00EA1B04" w:rsidRDefault="00815EEC" w:rsidP="00815EEC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Zap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rojektuje proste strony WWW z użyciem narzędzi do tworzenia stron internetowych np. </w:t>
            </w:r>
            <w:proofErr w:type="spellStart"/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Notepad</w:t>
            </w:r>
            <w:proofErr w:type="spellEnd"/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++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13</w:t>
            </w:r>
          </w:p>
          <w:p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Wymieni i wykorzysta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metody, techniki i narzędzia p</w:t>
            </w:r>
            <w:r w:rsidR="00A14CC5">
              <w:rPr>
                <w:rFonts w:ascii="Corbel" w:hAnsi="Corbel"/>
                <w:b w:val="0"/>
                <w:smallCaps w:val="0"/>
                <w:sz w:val="22"/>
              </w:rPr>
              <w:t xml:space="preserve">rojektowania stron WWW,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samodzielnie dokonać analizy potrzeb grupy docelowej korzystającej ze strony WWW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Zaprojektuje, wykona i opublikuje stronę WWW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Indywidualnie rozwija umiejętności korzystania z narzędzi tworzenia stron internetowych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Oceni przydatność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dokształcania i doskonalenia zawodowego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Oceni swoją wiedzę w zakresie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odpowiedzialności za treści publikowane na stronie WWW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3834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1B04" w:rsidTr="00EA1B04">
        <w:tc>
          <w:tcPr>
            <w:tcW w:w="9520" w:type="dxa"/>
          </w:tcPr>
          <w:p w:rsidR="0085747A" w:rsidRPr="00EA1B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B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Zajęcia organizacyjne. Tworzenie prostej strony internetowej w aplikacji Office Word. Stworzenie pierwszej strony internetowej. Definiowanie pojęć: HTML, World </w:t>
            </w:r>
            <w:proofErr w:type="spellStart"/>
            <w:r w:rsidRPr="00EA1B04">
              <w:rPr>
                <w:rFonts w:ascii="Corbel" w:hAnsi="Corbel"/>
              </w:rPr>
              <w:t>Wide</w:t>
            </w:r>
            <w:proofErr w:type="spellEnd"/>
            <w:r w:rsidRPr="00EA1B04">
              <w:rPr>
                <w:rFonts w:ascii="Corbel" w:hAnsi="Corbel"/>
              </w:rPr>
              <w:t xml:space="preserve"> Web (Web), Internet, przeglądarka, hiperłącze.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tekstu w CSS (czcionka, kolor, wyrównanie, wcięcie, wszelakie odstępy, itp.).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listy numerowanej i nienumerowanej, zagnieżdżanie list, tworzenie hiperłączy, marginesy wewnętrzne i zewnętrzne.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Wstawianie grafiki wraz z jej odpowiednim formatowaniem. Tworzenie obramowań. Tło obiektów jako kolor lub jako obrazek (jego pozycjonowanie, powtórzenie, rozmiar, itd.)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tabeli w HTML. Ich edycja oraz manipulacja komórkami. Podział komórek.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Przyleganie i pozycjonowanie obiektów względem siebie lub strony.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styli lokalnych.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wewnętrznych i zewnętrznych arkuszy styli. Selektory elementów, klasy selektorów, selektory identyfikatora, selektory </w:t>
            </w:r>
            <w:proofErr w:type="spellStart"/>
            <w:r w:rsidRPr="00EA1B04">
              <w:rPr>
                <w:rFonts w:ascii="Corbel" w:hAnsi="Corbel"/>
              </w:rPr>
              <w:t>pseudoklas</w:t>
            </w:r>
            <w:proofErr w:type="spellEnd"/>
            <w:r w:rsidRPr="00EA1B04">
              <w:rPr>
                <w:rFonts w:ascii="Corbel" w:hAnsi="Corbel"/>
              </w:rPr>
              <w:t xml:space="preserve"> i ich kombinacje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grafiki w programie PAINT.NET na potrzeby stron internetowych. Wykorzystanie przeźroczystości plików PNG.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menu poziomego oraz pionowego przy wykorzystaniu listy nienumerowanej i jego formatowanie przy pomocy CSS.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Wykorzystanie elementu div przy projektowaniu strony internetowej, tworzenie przykładowych stron.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kont www na serwerach zewnętrznych oraz umieszczanie stworzonych witryn.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Projektowanie własnych witryn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A1B04">
        <w:rPr>
          <w:rFonts w:ascii="Corbel" w:hAnsi="Corbel"/>
          <w:b w:val="0"/>
          <w:smallCaps w:val="0"/>
          <w:sz w:val="20"/>
          <w:szCs w:val="20"/>
        </w:rPr>
        <w:t xml:space="preserve">Ćwiczenia realizowane w pracowni komputerowej, wykorzystanie dostępnych przeglądarek oraz edytora </w:t>
      </w:r>
      <w:proofErr w:type="spellStart"/>
      <w:r w:rsidRPr="00EA1B04">
        <w:rPr>
          <w:rFonts w:ascii="Corbel" w:hAnsi="Corbel"/>
          <w:b w:val="0"/>
          <w:smallCaps w:val="0"/>
          <w:sz w:val="20"/>
          <w:szCs w:val="20"/>
        </w:rPr>
        <w:t>notepad</w:t>
      </w:r>
      <w:proofErr w:type="spellEnd"/>
      <w:r w:rsidRPr="00EA1B04">
        <w:rPr>
          <w:rFonts w:ascii="Corbel" w:hAnsi="Corbel"/>
          <w:b w:val="0"/>
          <w:smallCaps w:val="0"/>
          <w:sz w:val="20"/>
          <w:szCs w:val="20"/>
        </w:rPr>
        <w:t>++ oraz Office Word. Wykorzystanie serwera WWW i FTP</w:t>
      </w:r>
    </w:p>
    <w:p w:rsidR="00EA1B04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EA1B0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EK_01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</w:t>
            </w:r>
          </w:p>
        </w:tc>
        <w:tc>
          <w:tcPr>
            <w:tcW w:w="2117" w:type="dxa"/>
          </w:tcPr>
          <w:p w:rsidR="00EA1B04" w:rsidRPr="00EA1B04" w:rsidRDefault="00B77D21" w:rsidP="00B7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EK_02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zajęć, 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tabs>
                <w:tab w:val="left" w:pos="3606"/>
              </w:tabs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ab/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A97DC9">
      <w:pPr>
        <w:pStyle w:val="Punktygwne"/>
        <w:keepNext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A97DC9">
      <w:pPr>
        <w:pStyle w:val="Punktygwne"/>
        <w:keepNext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A1B04" w:rsidRPr="00EA1B04" w:rsidRDefault="00EA1B04" w:rsidP="00A97DC9">
            <w:pPr>
              <w:pStyle w:val="Punktygwne"/>
              <w:keepNext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:rsidR="0085747A" w:rsidRPr="009C54AE" w:rsidRDefault="006261DD" w:rsidP="00A97DC9">
            <w:pPr>
              <w:pStyle w:val="Punktygwne"/>
              <w:keepNext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</w:t>
            </w:r>
            <w:r w:rsidR="00EA1B04" w:rsidRPr="00EA1B04">
              <w:rPr>
                <w:rFonts w:ascii="Corbel" w:hAnsi="Corbel"/>
                <w:b w:val="0"/>
                <w:smallCaps w:val="0"/>
                <w:szCs w:val="24"/>
              </w:rPr>
              <w:t>: wykonanie strony internetowej</w:t>
            </w:r>
          </w:p>
          <w:p w:rsidR="0085747A" w:rsidRPr="009C54AE" w:rsidRDefault="0085747A" w:rsidP="00A97DC9">
            <w:pPr>
              <w:pStyle w:val="Punktygwne"/>
              <w:keepNext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261D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77D2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77D21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:rsidR="00B77D21" w:rsidRPr="009C54AE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C0EBA" w:rsidP="00B7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058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058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A1B04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A1B0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5036E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CSS. Zaprojektuj i zbuduj witrynę WWW. Podręcznik Front-End Developera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05036E">
              <w:t xml:space="preserve"> </w:t>
            </w:r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 </w:t>
            </w:r>
            <w:proofErr w:type="spellStart"/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Helion, wyd. 201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70941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HTML5 i CSS3. Definicja nowoczesności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8912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Dawid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2015.</w:t>
            </w:r>
          </w:p>
          <w:p w:rsidR="0085747A" w:rsidRPr="009C54AE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CSS od podszewki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>
              <w:t xml:space="preserve"> </w:t>
            </w:r>
            <w:proofErr w:type="spellStart"/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Keith</w:t>
            </w:r>
            <w:proofErr w:type="spellEnd"/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Grant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D6EAE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1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E70941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Kaskadowe arkusze stylów. Ćwiczenia praktyczne</w:t>
            </w:r>
            <w:r w:rsidR="00E70941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Witold Wrotek. Wydawnictwo Helion, wyd. 2013.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HTML5. Ćwiczenia praktyczne 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/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Bartosz Danowski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Wydawnictwo Helion, wyd. 2012.</w:t>
            </w:r>
          </w:p>
          <w:p w:rsidR="008D6EAE" w:rsidRPr="009C54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3. HTML5 i CSS3. Standardy przyszłości / Brian P. Hogan. Wydawnictwo Helion, wyd.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815" w:rsidRDefault="00261815" w:rsidP="00C16ABF">
      <w:pPr>
        <w:spacing w:after="0" w:line="240" w:lineRule="auto"/>
      </w:pPr>
      <w:r>
        <w:separator/>
      </w:r>
    </w:p>
  </w:endnote>
  <w:endnote w:type="continuationSeparator" w:id="0">
    <w:p w:rsidR="00261815" w:rsidRDefault="002618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815" w:rsidRDefault="00261815" w:rsidP="00C16ABF">
      <w:pPr>
        <w:spacing w:after="0" w:line="240" w:lineRule="auto"/>
      </w:pPr>
      <w:r>
        <w:separator/>
      </w:r>
    </w:p>
  </w:footnote>
  <w:footnote w:type="continuationSeparator" w:id="0">
    <w:p w:rsidR="00261815" w:rsidRDefault="002618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6E"/>
    <w:rsid w:val="00057D5D"/>
    <w:rsid w:val="000677DD"/>
    <w:rsid w:val="00070ED6"/>
    <w:rsid w:val="000742DC"/>
    <w:rsid w:val="00084C12"/>
    <w:rsid w:val="0009462C"/>
    <w:rsid w:val="00094B12"/>
    <w:rsid w:val="00096C46"/>
    <w:rsid w:val="000A296F"/>
    <w:rsid w:val="000A2A28"/>
    <w:rsid w:val="000A77E1"/>
    <w:rsid w:val="000B192D"/>
    <w:rsid w:val="000B28EE"/>
    <w:rsid w:val="000B3E37"/>
    <w:rsid w:val="000C06A3"/>
    <w:rsid w:val="000C0D0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63"/>
    <w:rsid w:val="001640A7"/>
    <w:rsid w:val="00164FA7"/>
    <w:rsid w:val="00166A03"/>
    <w:rsid w:val="001718A7"/>
    <w:rsid w:val="001737CF"/>
    <w:rsid w:val="00176083"/>
    <w:rsid w:val="001770C7"/>
    <w:rsid w:val="00192F37"/>
    <w:rsid w:val="00196367"/>
    <w:rsid w:val="001A70D2"/>
    <w:rsid w:val="001D657B"/>
    <w:rsid w:val="001D7B54"/>
    <w:rsid w:val="001E0209"/>
    <w:rsid w:val="001F2CA2"/>
    <w:rsid w:val="002144C0"/>
    <w:rsid w:val="002237A2"/>
    <w:rsid w:val="0022477D"/>
    <w:rsid w:val="002278A9"/>
    <w:rsid w:val="002336F9"/>
    <w:rsid w:val="0024028F"/>
    <w:rsid w:val="00244ABC"/>
    <w:rsid w:val="002618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4C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D9"/>
    <w:rsid w:val="003343CF"/>
    <w:rsid w:val="00346FE9"/>
    <w:rsid w:val="0034759A"/>
    <w:rsid w:val="003503F6"/>
    <w:rsid w:val="003530DD"/>
    <w:rsid w:val="00363F78"/>
    <w:rsid w:val="0038348A"/>
    <w:rsid w:val="003A0A5B"/>
    <w:rsid w:val="003A1176"/>
    <w:rsid w:val="003C0BAE"/>
    <w:rsid w:val="003D18A9"/>
    <w:rsid w:val="003D6CE2"/>
    <w:rsid w:val="003D78D1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F9F"/>
    <w:rsid w:val="004B5CB2"/>
    <w:rsid w:val="004D329B"/>
    <w:rsid w:val="004D5282"/>
    <w:rsid w:val="004F1551"/>
    <w:rsid w:val="004F55A3"/>
    <w:rsid w:val="0050496F"/>
    <w:rsid w:val="00513B6F"/>
    <w:rsid w:val="00517C63"/>
    <w:rsid w:val="0052649F"/>
    <w:rsid w:val="00526C94"/>
    <w:rsid w:val="005363C4"/>
    <w:rsid w:val="00536BDE"/>
    <w:rsid w:val="00540722"/>
    <w:rsid w:val="00543ACC"/>
    <w:rsid w:val="0056696D"/>
    <w:rsid w:val="00573EF9"/>
    <w:rsid w:val="00576F9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DD"/>
    <w:rsid w:val="00627FC9"/>
    <w:rsid w:val="00647FA8"/>
    <w:rsid w:val="00650C5F"/>
    <w:rsid w:val="00654934"/>
    <w:rsid w:val="006620D9"/>
    <w:rsid w:val="00671958"/>
    <w:rsid w:val="00675843"/>
    <w:rsid w:val="00691E81"/>
    <w:rsid w:val="00696477"/>
    <w:rsid w:val="006D050F"/>
    <w:rsid w:val="006D6139"/>
    <w:rsid w:val="006E5D65"/>
    <w:rsid w:val="006F1282"/>
    <w:rsid w:val="006F1FBC"/>
    <w:rsid w:val="006F31E2"/>
    <w:rsid w:val="00703985"/>
    <w:rsid w:val="00706544"/>
    <w:rsid w:val="007072BA"/>
    <w:rsid w:val="00712FAD"/>
    <w:rsid w:val="0071620A"/>
    <w:rsid w:val="00724677"/>
    <w:rsid w:val="00725459"/>
    <w:rsid w:val="007327BD"/>
    <w:rsid w:val="00734608"/>
    <w:rsid w:val="00745302"/>
    <w:rsid w:val="007461D6"/>
    <w:rsid w:val="00746EC8"/>
    <w:rsid w:val="00762DF4"/>
    <w:rsid w:val="00763BF1"/>
    <w:rsid w:val="00766FD4"/>
    <w:rsid w:val="0078168C"/>
    <w:rsid w:val="00787C2A"/>
    <w:rsid w:val="00790E27"/>
    <w:rsid w:val="007A4022"/>
    <w:rsid w:val="007A6E6E"/>
    <w:rsid w:val="007C0EBA"/>
    <w:rsid w:val="007C3299"/>
    <w:rsid w:val="007C3BCC"/>
    <w:rsid w:val="007C4546"/>
    <w:rsid w:val="007D6E56"/>
    <w:rsid w:val="007F1652"/>
    <w:rsid w:val="007F4155"/>
    <w:rsid w:val="00814480"/>
    <w:rsid w:val="0081554D"/>
    <w:rsid w:val="00815EEC"/>
    <w:rsid w:val="0081707E"/>
    <w:rsid w:val="008449B3"/>
    <w:rsid w:val="0085747A"/>
    <w:rsid w:val="00884922"/>
    <w:rsid w:val="00885F64"/>
    <w:rsid w:val="008912C3"/>
    <w:rsid w:val="008917F9"/>
    <w:rsid w:val="00893452"/>
    <w:rsid w:val="008A45F7"/>
    <w:rsid w:val="008B525C"/>
    <w:rsid w:val="008C0CC0"/>
    <w:rsid w:val="008C19A9"/>
    <w:rsid w:val="008C379D"/>
    <w:rsid w:val="008C5147"/>
    <w:rsid w:val="008C5359"/>
    <w:rsid w:val="008C5363"/>
    <w:rsid w:val="008D3DFB"/>
    <w:rsid w:val="008D6EAE"/>
    <w:rsid w:val="008E64F4"/>
    <w:rsid w:val="008F12C9"/>
    <w:rsid w:val="008F6E29"/>
    <w:rsid w:val="00900FD6"/>
    <w:rsid w:val="00916188"/>
    <w:rsid w:val="00923D7D"/>
    <w:rsid w:val="009508DF"/>
    <w:rsid w:val="00950DAC"/>
    <w:rsid w:val="00954A07"/>
    <w:rsid w:val="009716A0"/>
    <w:rsid w:val="00997F14"/>
    <w:rsid w:val="009A78D9"/>
    <w:rsid w:val="009B2679"/>
    <w:rsid w:val="009C1331"/>
    <w:rsid w:val="009C3E31"/>
    <w:rsid w:val="009C54AE"/>
    <w:rsid w:val="009C788E"/>
    <w:rsid w:val="009E3B41"/>
    <w:rsid w:val="009F3C5C"/>
    <w:rsid w:val="009F4610"/>
    <w:rsid w:val="009F74C1"/>
    <w:rsid w:val="00A00ECC"/>
    <w:rsid w:val="00A05898"/>
    <w:rsid w:val="00A14CC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C9"/>
    <w:rsid w:val="00A97DE1"/>
    <w:rsid w:val="00AA795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21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DBA"/>
    <w:rsid w:val="00C94B98"/>
    <w:rsid w:val="00CA2B96"/>
    <w:rsid w:val="00CA5089"/>
    <w:rsid w:val="00CB42CB"/>
    <w:rsid w:val="00CD6897"/>
    <w:rsid w:val="00CE5BAC"/>
    <w:rsid w:val="00CF25BE"/>
    <w:rsid w:val="00CF78ED"/>
    <w:rsid w:val="00D00BD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41"/>
    <w:rsid w:val="00E77E88"/>
    <w:rsid w:val="00E8107D"/>
    <w:rsid w:val="00E960BB"/>
    <w:rsid w:val="00EA1B04"/>
    <w:rsid w:val="00EA2074"/>
    <w:rsid w:val="00EA4832"/>
    <w:rsid w:val="00EA4E9D"/>
    <w:rsid w:val="00EC4899"/>
    <w:rsid w:val="00ED03AB"/>
    <w:rsid w:val="00ED32D2"/>
    <w:rsid w:val="00ED7094"/>
    <w:rsid w:val="00EE32DE"/>
    <w:rsid w:val="00EE5457"/>
    <w:rsid w:val="00F06E5F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EC8"/>
    <w:rsid w:val="00FD318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A4B42-C637-40BE-ACE3-805D3BD0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A93F1-47A2-4DE3-900A-1524E02D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Hallada Marek</cp:lastModifiedBy>
  <cp:revision>14</cp:revision>
  <cp:lastPrinted>2020-01-14T11:12:00Z</cp:lastPrinted>
  <dcterms:created xsi:type="dcterms:W3CDTF">2022-03-27T10:49:00Z</dcterms:created>
  <dcterms:modified xsi:type="dcterms:W3CDTF">2022-05-30T14:24:00Z</dcterms:modified>
</cp:coreProperties>
</file>